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2020-2023</w:t>
      </w:r>
    </w:p>
    <w:p w14:paraId="0B111A23" w14:textId="3017E631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FC4E55" w:rsidRPr="00FC4E55">
        <w:rPr>
          <w:rFonts w:ascii="Corbel" w:hAnsi="Corbel"/>
          <w:smallCaps/>
          <w:sz w:val="24"/>
          <w:szCs w:val="24"/>
        </w:rPr>
        <w:t>2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FC4E55" w:rsidRPr="00FC4E55">
        <w:rPr>
          <w:rFonts w:ascii="Corbel" w:hAnsi="Corbel"/>
          <w:smallCaps/>
          <w:sz w:val="24"/>
          <w:szCs w:val="24"/>
        </w:rPr>
        <w:t>3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290DC4" w:rsidR="0085747A" w:rsidRPr="009C54AE" w:rsidRDefault="002C0814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325C305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454DAAA8" w:rsidR="00015B8F" w:rsidRPr="009C54AE" w:rsidRDefault="00CC58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5688165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1CA281A6" w:rsidR="00211B00" w:rsidRPr="00211B00" w:rsidRDefault="0083076C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21547B7F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411287D6" w:rsidR="0085747A" w:rsidRPr="009C54AE" w:rsidRDefault="008307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J.B.,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BFEC" w14:textId="77777777" w:rsidR="00824A72" w:rsidRDefault="00824A72" w:rsidP="00C16ABF">
      <w:pPr>
        <w:spacing w:after="0" w:line="240" w:lineRule="auto"/>
      </w:pPr>
      <w:r>
        <w:separator/>
      </w:r>
    </w:p>
  </w:endnote>
  <w:endnote w:type="continuationSeparator" w:id="0">
    <w:p w14:paraId="4992C3AA" w14:textId="77777777" w:rsidR="00824A72" w:rsidRDefault="00824A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E56BD" w14:textId="77777777" w:rsidR="00824A72" w:rsidRDefault="00824A72" w:rsidP="00C16ABF">
      <w:pPr>
        <w:spacing w:after="0" w:line="240" w:lineRule="auto"/>
      </w:pPr>
      <w:r>
        <w:separator/>
      </w:r>
    </w:p>
  </w:footnote>
  <w:footnote w:type="continuationSeparator" w:id="0">
    <w:p w14:paraId="71A060F3" w14:textId="77777777" w:rsidR="00824A72" w:rsidRDefault="00824A7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2B1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81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B9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24A72"/>
    <w:rsid w:val="0083076C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C58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E77FCB-EE22-4590-AAC4-AB1B8F4DE8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897</Words>
  <Characters>5382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2019-02-06T13:12:00Z</cp:lastPrinted>
  <dcterms:created xsi:type="dcterms:W3CDTF">2020-12-15T13:57:00Z</dcterms:created>
  <dcterms:modified xsi:type="dcterms:W3CDTF">2021-11-04T09:32:00Z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